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7EC08" w14:textId="782584D1" w:rsidR="00F935C4" w:rsidRPr="0092553D" w:rsidRDefault="000830E2" w:rsidP="0092553D">
      <w:pPr>
        <w:pStyle w:val="J-Titel"/>
      </w:pPr>
      <w:r>
        <w:t>Titel der A</w:t>
      </w:r>
      <w:r w:rsidR="00EB35EB">
        <w:t>bschlussa</w:t>
      </w:r>
      <w:r>
        <w:t>rbeit - kann auch über zwei Zeilen reichen</w:t>
      </w:r>
      <w:r w:rsidR="005945DF">
        <w:t xml:space="preserve">. Danach Angabe </w:t>
      </w:r>
      <w:r w:rsidR="006142A8">
        <w:t>„</w:t>
      </w:r>
      <w:r w:rsidR="006142A8">
        <w:t>–</w:t>
      </w:r>
      <w:r w:rsidR="006142A8">
        <w:t xml:space="preserve"> Bachelorarbeit“ </w:t>
      </w:r>
      <w:r w:rsidR="005945DF">
        <w:t xml:space="preserve"> oder </w:t>
      </w:r>
      <w:r w:rsidR="006142A8">
        <w:t>„</w:t>
      </w:r>
      <w:r w:rsidR="006142A8">
        <w:t>–</w:t>
      </w:r>
      <w:r w:rsidR="006142A8">
        <w:t xml:space="preserve"> </w:t>
      </w:r>
      <w:r w:rsidR="005945DF">
        <w:t>Masterarbeit</w:t>
      </w:r>
      <w:r w:rsidR="006142A8">
        <w:t>“</w:t>
      </w:r>
      <w:bookmarkStart w:id="0" w:name="_GoBack"/>
      <w:bookmarkEnd w:id="0"/>
      <w:r>
        <w:br/>
        <w:t>Format</w:t>
      </w:r>
      <w:r w:rsidR="00110EEE">
        <w:t>:</w:t>
      </w:r>
      <w:r>
        <w:t xml:space="preserve"> </w:t>
      </w:r>
      <w:r w:rsidR="008449EC">
        <w:t>J-</w:t>
      </w:r>
      <w:r>
        <w:t>Titel</w:t>
      </w:r>
    </w:p>
    <w:p w14:paraId="15A7EC09" w14:textId="77777777" w:rsidR="00F935C4" w:rsidRPr="00FB7B42" w:rsidRDefault="00F935C4">
      <w:pPr>
        <w:jc w:val="center"/>
        <w:rPr>
          <w:rFonts w:ascii="Times New Roman" w:hAnsi="Times New Roman"/>
          <w:sz w:val="24"/>
          <w:lang w:val="de-DE"/>
        </w:rPr>
      </w:pPr>
    </w:p>
    <w:p w14:paraId="5D9EBE1B" w14:textId="77777777" w:rsidR="005C0F04" w:rsidRDefault="005C0F04" w:rsidP="0092553D">
      <w:pPr>
        <w:pStyle w:val="J-Name"/>
        <w:sectPr w:rsidR="005C0F04" w:rsidSect="00FB17A6">
          <w:footerReference w:type="default" r:id="rId8"/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0A" w14:textId="2381DF07" w:rsidR="00F935C4" w:rsidRPr="0092553D" w:rsidRDefault="00EB35EB" w:rsidP="0092553D">
      <w:pPr>
        <w:pStyle w:val="J-Name"/>
      </w:pPr>
      <w:r>
        <w:t>Studierender</w:t>
      </w:r>
      <w:r w:rsidR="00110EEE">
        <w:t xml:space="preserve"> 1</w:t>
      </w:r>
    </w:p>
    <w:p w14:paraId="027C3CB2" w14:textId="77777777" w:rsidR="00733C96" w:rsidRDefault="00733C96" w:rsidP="0092553D">
      <w:pPr>
        <w:pStyle w:val="J-Affiliation"/>
      </w:pPr>
    </w:p>
    <w:p w14:paraId="15A7EC0B" w14:textId="5C94D17B" w:rsidR="00F935C4" w:rsidRDefault="00EB35EB" w:rsidP="0092553D">
      <w:pPr>
        <w:pStyle w:val="J-Affiliation"/>
      </w:pPr>
      <w:r w:rsidRPr="0092553D">
        <w:t>Hochschule</w:t>
      </w:r>
    </w:p>
    <w:p w14:paraId="26BE52C0" w14:textId="77777777" w:rsidR="000905CA" w:rsidRPr="0092553D" w:rsidRDefault="000905CA" w:rsidP="0092553D">
      <w:pPr>
        <w:pStyle w:val="J-Affiliation"/>
      </w:pPr>
    </w:p>
    <w:p w14:paraId="15A7EC0C" w14:textId="18058AD9" w:rsidR="00F935C4" w:rsidRPr="0092553D" w:rsidRDefault="00EB35EB" w:rsidP="0092553D">
      <w:pPr>
        <w:pStyle w:val="J-Affiliation"/>
      </w:pPr>
      <w:r>
        <w:t>Fachbereich XY</w:t>
      </w:r>
      <w:r w:rsidR="000830E2" w:rsidRPr="0092553D">
        <w:t xml:space="preserve"> </w:t>
      </w:r>
      <w:r w:rsidR="00120CB7" w:rsidRPr="0092553D">
        <w:br/>
      </w:r>
      <w:proofErr w:type="spellStart"/>
      <w:r w:rsidR="00A11A29">
        <w:t>Strasse</w:t>
      </w:r>
      <w:proofErr w:type="spellEnd"/>
      <w:r w:rsidR="00A11A29">
        <w:t xml:space="preserve"> </w:t>
      </w:r>
      <w:proofErr w:type="spellStart"/>
      <w:r w:rsidR="00A11A29">
        <w:t>Haus</w:t>
      </w:r>
      <w:r w:rsidR="00110EEE">
        <w:t>Nr</w:t>
      </w:r>
      <w:proofErr w:type="spellEnd"/>
    </w:p>
    <w:p w14:paraId="15A7EC0D" w14:textId="67F5F63A" w:rsidR="00F935C4" w:rsidRPr="0092553D" w:rsidRDefault="00110EEE" w:rsidP="0092553D">
      <w:pPr>
        <w:pStyle w:val="J-Affiliation"/>
      </w:pPr>
      <w:r>
        <w:t>PLZ Stadt</w:t>
      </w:r>
    </w:p>
    <w:p w14:paraId="15A7EC0E" w14:textId="0D3A5248" w:rsidR="00F935C4" w:rsidRPr="00EB35EB" w:rsidRDefault="00120CB7" w:rsidP="0092553D">
      <w:pPr>
        <w:pStyle w:val="J-Affiliation"/>
        <w:rPr>
          <w:rStyle w:val="Hyperlink"/>
        </w:rPr>
      </w:pPr>
      <w:r w:rsidRPr="00EB35EB">
        <w:t>E-M</w:t>
      </w:r>
      <w:r w:rsidR="00F935C4" w:rsidRPr="00EB35EB">
        <w:t xml:space="preserve">ail: </w:t>
      </w:r>
      <w:hyperlink r:id="rId9" w:history="1">
        <w:proofErr w:type="spellStart"/>
        <w:r w:rsidR="00A11A29" w:rsidRPr="00EB35EB">
          <w:rPr>
            <w:rStyle w:val="Hyperlink"/>
          </w:rPr>
          <w:t>aaa</w:t>
        </w:r>
        <w:r w:rsidR="000801BF" w:rsidRPr="00EB35EB">
          <w:rPr>
            <w:rStyle w:val="Hyperlink"/>
          </w:rPr>
          <w:t>@</w:t>
        </w:r>
        <w:r w:rsidR="00A11A29" w:rsidRPr="00EB35EB">
          <w:rPr>
            <w:rStyle w:val="Hyperlink"/>
          </w:rPr>
          <w:t>bbb</w:t>
        </w:r>
        <w:proofErr w:type="spellEnd"/>
      </w:hyperlink>
    </w:p>
    <w:p w14:paraId="0CC5E430" w14:textId="42EF168D" w:rsidR="000905CA" w:rsidRDefault="000905CA" w:rsidP="000905CA">
      <w:pPr>
        <w:pStyle w:val="J-Name"/>
      </w:pPr>
      <w:r>
        <w:br w:type="column"/>
      </w:r>
      <w:r w:rsidR="00EB35EB">
        <w:t>Betreuer</w:t>
      </w:r>
      <w:r>
        <w:t xml:space="preserve"> </w:t>
      </w:r>
      <w:r w:rsidR="00EB35EB">
        <w:t>1</w:t>
      </w:r>
    </w:p>
    <w:p w14:paraId="02F45808" w14:textId="77777777" w:rsidR="00733C96" w:rsidRDefault="00733C96" w:rsidP="000905CA">
      <w:pPr>
        <w:pStyle w:val="J-Affiliation"/>
      </w:pPr>
    </w:p>
    <w:p w14:paraId="1ECFC7C0" w14:textId="0CC3D8B6" w:rsidR="000905CA" w:rsidRDefault="00EB35EB" w:rsidP="000905CA">
      <w:pPr>
        <w:pStyle w:val="J-Affiliation"/>
      </w:pPr>
      <w:r>
        <w:t>Unternehmen</w:t>
      </w:r>
      <w:r w:rsidRPr="0092553D">
        <w:t xml:space="preserve"> </w:t>
      </w:r>
      <w:r>
        <w:t xml:space="preserve">/ </w:t>
      </w:r>
      <w:r w:rsidRPr="0092553D">
        <w:t>Hochschule</w:t>
      </w:r>
      <w:r w:rsidR="000905CA">
        <w:t xml:space="preserve"> XY</w:t>
      </w:r>
    </w:p>
    <w:p w14:paraId="242EE113" w14:textId="77777777" w:rsidR="000905CA" w:rsidRPr="0092553D" w:rsidRDefault="000905CA" w:rsidP="000905CA">
      <w:pPr>
        <w:pStyle w:val="J-Affiliation"/>
      </w:pPr>
    </w:p>
    <w:p w14:paraId="357D64F4" w14:textId="3B03477C" w:rsidR="000905CA" w:rsidRPr="0092553D" w:rsidRDefault="00EB35EB" w:rsidP="000905CA">
      <w:pPr>
        <w:pStyle w:val="J-Affiliation"/>
      </w:pPr>
      <w:r>
        <w:t>Abteilung</w:t>
      </w:r>
      <w:r w:rsidR="000905CA" w:rsidRPr="0092553D">
        <w:t xml:space="preserve"> </w:t>
      </w:r>
      <w:r>
        <w:t xml:space="preserve">/ </w:t>
      </w:r>
      <w:r w:rsidRPr="0092553D">
        <w:t>Hochschule</w:t>
      </w:r>
      <w:r w:rsidR="000905CA" w:rsidRPr="0092553D">
        <w:br/>
      </w:r>
      <w:proofErr w:type="spellStart"/>
      <w:r w:rsidR="000905CA">
        <w:t>Strasse</w:t>
      </w:r>
      <w:proofErr w:type="spellEnd"/>
      <w:r w:rsidR="000905CA">
        <w:t xml:space="preserve"> </w:t>
      </w:r>
      <w:proofErr w:type="spellStart"/>
      <w:r w:rsidR="000905CA">
        <w:t>HausNr</w:t>
      </w:r>
      <w:proofErr w:type="spellEnd"/>
    </w:p>
    <w:p w14:paraId="2696B052" w14:textId="77777777" w:rsidR="000905CA" w:rsidRPr="0092553D" w:rsidRDefault="000905CA" w:rsidP="000905CA">
      <w:pPr>
        <w:pStyle w:val="J-Affiliation"/>
      </w:pPr>
      <w:r>
        <w:t>PLZ Stadt</w:t>
      </w:r>
    </w:p>
    <w:p w14:paraId="7DF6FECB" w14:textId="77777777" w:rsidR="000905CA" w:rsidRPr="00EB35EB" w:rsidRDefault="000905CA" w:rsidP="000905CA">
      <w:pPr>
        <w:pStyle w:val="J-Affiliation"/>
        <w:rPr>
          <w:rStyle w:val="Hyperlink"/>
        </w:rPr>
      </w:pPr>
      <w:r w:rsidRPr="00EB35EB">
        <w:t xml:space="preserve">E-Mail: </w:t>
      </w:r>
      <w:hyperlink r:id="rId10" w:history="1">
        <w:proofErr w:type="spellStart"/>
        <w:r w:rsidRPr="00EB35EB">
          <w:rPr>
            <w:rStyle w:val="Hyperlink"/>
          </w:rPr>
          <w:t>aaa@bbb</w:t>
        </w:r>
        <w:proofErr w:type="spellEnd"/>
      </w:hyperlink>
    </w:p>
    <w:p w14:paraId="5961696F" w14:textId="5F22DD23" w:rsidR="000905CA" w:rsidRPr="0092553D" w:rsidRDefault="000905CA" w:rsidP="000905CA">
      <w:pPr>
        <w:pStyle w:val="J-Name"/>
      </w:pPr>
      <w:r>
        <w:br w:type="column"/>
      </w:r>
      <w:r w:rsidR="00EB35EB">
        <w:t>Betreuer 2</w:t>
      </w:r>
    </w:p>
    <w:p w14:paraId="4C8D5677" w14:textId="77777777" w:rsidR="00733C96" w:rsidRDefault="00733C96" w:rsidP="000905CA">
      <w:pPr>
        <w:pStyle w:val="J-Affiliation"/>
      </w:pPr>
    </w:p>
    <w:p w14:paraId="09E73B90" w14:textId="7BF2C78F" w:rsidR="000905CA" w:rsidRDefault="00EB35EB" w:rsidP="000905CA">
      <w:pPr>
        <w:pStyle w:val="J-Affiliation"/>
      </w:pPr>
      <w:r w:rsidRPr="0092553D">
        <w:t>Hochschule</w:t>
      </w:r>
      <w:r>
        <w:t xml:space="preserve"> / Unternehmen</w:t>
      </w:r>
      <w:r w:rsidR="000905CA">
        <w:t xml:space="preserve"> XY</w:t>
      </w:r>
    </w:p>
    <w:p w14:paraId="06E4B525" w14:textId="77777777" w:rsidR="000905CA" w:rsidRPr="0092553D" w:rsidRDefault="000905CA" w:rsidP="000905CA">
      <w:pPr>
        <w:pStyle w:val="J-Affiliation"/>
      </w:pPr>
    </w:p>
    <w:p w14:paraId="0F05F7E7" w14:textId="5B180205" w:rsidR="000905CA" w:rsidRPr="0092553D" w:rsidRDefault="000905CA" w:rsidP="000905CA">
      <w:pPr>
        <w:pStyle w:val="J-Affiliation"/>
      </w:pPr>
      <w:r w:rsidRPr="0092553D">
        <w:t xml:space="preserve">Hochschule </w:t>
      </w:r>
      <w:r w:rsidR="00EB35EB">
        <w:t>/ Abteilung</w:t>
      </w:r>
      <w:r w:rsidRPr="0092553D">
        <w:br/>
      </w:r>
      <w:proofErr w:type="spellStart"/>
      <w:r>
        <w:t>Strasse</w:t>
      </w:r>
      <w:proofErr w:type="spellEnd"/>
      <w:r>
        <w:t xml:space="preserve"> </w:t>
      </w:r>
      <w:proofErr w:type="spellStart"/>
      <w:r>
        <w:t>HausNr</w:t>
      </w:r>
      <w:proofErr w:type="spellEnd"/>
    </w:p>
    <w:p w14:paraId="730419E1" w14:textId="77777777" w:rsidR="000905CA" w:rsidRPr="0092553D" w:rsidRDefault="000905CA" w:rsidP="000905CA">
      <w:pPr>
        <w:pStyle w:val="J-Affiliation"/>
      </w:pPr>
      <w:r>
        <w:t>PLZ Stadt</w:t>
      </w:r>
    </w:p>
    <w:p w14:paraId="7F61B915" w14:textId="77777777" w:rsidR="000905CA" w:rsidRPr="00EB35EB" w:rsidRDefault="000905CA" w:rsidP="000905CA">
      <w:pPr>
        <w:pStyle w:val="J-Affiliation"/>
        <w:rPr>
          <w:rStyle w:val="Hyperlink"/>
        </w:rPr>
      </w:pPr>
      <w:r w:rsidRPr="00EB35EB">
        <w:t xml:space="preserve">E-Mail: </w:t>
      </w:r>
      <w:hyperlink r:id="rId11" w:history="1">
        <w:proofErr w:type="spellStart"/>
        <w:r w:rsidRPr="00EB35EB">
          <w:rPr>
            <w:rStyle w:val="Hyperlink"/>
          </w:rPr>
          <w:t>aaa@bbb</w:t>
        </w:r>
        <w:proofErr w:type="spellEnd"/>
      </w:hyperlink>
    </w:p>
    <w:p w14:paraId="6AEA918C" w14:textId="77777777" w:rsidR="005C0F04" w:rsidRPr="00EB35EB" w:rsidRDefault="005C0F04">
      <w:pPr>
        <w:jc w:val="center"/>
        <w:rPr>
          <w:rFonts w:ascii="Times New Roman" w:hAnsi="Times New Roman"/>
          <w:lang w:val="de-DE"/>
        </w:rPr>
        <w:sectPr w:rsidR="005C0F04" w:rsidRPr="00EB35EB" w:rsidSect="005C0F04">
          <w:type w:val="continuous"/>
          <w:pgSz w:w="11907" w:h="16840"/>
          <w:pgMar w:top="1418" w:right="1134" w:bottom="1418" w:left="1134" w:header="720" w:footer="720" w:gutter="0"/>
          <w:cols w:num="3" w:space="720"/>
        </w:sectPr>
      </w:pPr>
    </w:p>
    <w:p w14:paraId="62E47D3B" w14:textId="0896F92D" w:rsidR="00562526" w:rsidRPr="00EB35EB" w:rsidRDefault="00562526" w:rsidP="00562526">
      <w:pPr>
        <w:jc w:val="center"/>
        <w:rPr>
          <w:rFonts w:ascii="Times New Roman" w:hAnsi="Times New Roman"/>
          <w:lang w:val="de-DE"/>
        </w:rPr>
        <w:sectPr w:rsidR="00562526" w:rsidRPr="00EB35EB" w:rsidSect="00FB17A6"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  <w:r>
        <w:rPr>
          <w:rFonts w:ascii="Times New Roman" w:hAnsi="Times New Roman"/>
          <w:lang w:val="de-DE"/>
        </w:rPr>
        <w:t>Hinweis zu den Betreuer</w:t>
      </w:r>
      <w:r w:rsidR="000633F3">
        <w:rPr>
          <w:rFonts w:ascii="Times New Roman" w:hAnsi="Times New Roman"/>
          <w:lang w:val="de-DE"/>
        </w:rPr>
        <w:t>n</w:t>
      </w:r>
      <w:r>
        <w:rPr>
          <w:rFonts w:ascii="Times New Roman" w:hAnsi="Times New Roman"/>
          <w:lang w:val="de-DE"/>
        </w:rPr>
        <w:t>: Es sollen diejenigen Per</w:t>
      </w:r>
      <w:r w:rsidR="008B704A">
        <w:rPr>
          <w:rFonts w:ascii="Times New Roman" w:hAnsi="Times New Roman"/>
          <w:lang w:val="de-DE"/>
        </w:rPr>
        <w:t>so</w:t>
      </w:r>
      <w:r>
        <w:rPr>
          <w:rFonts w:ascii="Times New Roman" w:hAnsi="Times New Roman"/>
          <w:lang w:val="de-DE"/>
        </w:rPr>
        <w:t xml:space="preserve">nen </w:t>
      </w:r>
      <w:r w:rsidR="008B704A">
        <w:rPr>
          <w:rFonts w:ascii="Times New Roman" w:hAnsi="Times New Roman"/>
          <w:lang w:val="de-DE"/>
        </w:rPr>
        <w:t xml:space="preserve">angegeben </w:t>
      </w:r>
      <w:r>
        <w:rPr>
          <w:rFonts w:ascii="Times New Roman" w:hAnsi="Times New Roman"/>
          <w:lang w:val="de-DE"/>
        </w:rPr>
        <w:t xml:space="preserve">werden, die inhaltlich Einfluss auf die Arbeit genommen haben. Bei internen Arbeiten ist dies in der Regel nur einer </w:t>
      </w:r>
      <w:r w:rsidR="000633F3">
        <w:rPr>
          <w:rFonts w:ascii="Times New Roman" w:hAnsi="Times New Roman"/>
          <w:lang w:val="de-DE"/>
        </w:rPr>
        <w:t xml:space="preserve">(1. Referent) </w:t>
      </w:r>
      <w:r>
        <w:rPr>
          <w:rFonts w:ascii="Times New Roman" w:hAnsi="Times New Roman"/>
          <w:lang w:val="de-DE"/>
        </w:rPr>
        <w:t>und bei externen einer von Firm</w:t>
      </w:r>
      <w:r w:rsidR="008B704A">
        <w:rPr>
          <w:rFonts w:ascii="Times New Roman" w:hAnsi="Times New Roman"/>
          <w:lang w:val="de-DE"/>
        </w:rPr>
        <w:t>enseite</w:t>
      </w:r>
      <w:r>
        <w:rPr>
          <w:rFonts w:ascii="Times New Roman" w:hAnsi="Times New Roman"/>
          <w:lang w:val="de-DE"/>
        </w:rPr>
        <w:t xml:space="preserve"> und einer von der Hochschule – darauf bezieh</w:t>
      </w:r>
      <w:r w:rsidR="008B704A">
        <w:rPr>
          <w:rFonts w:ascii="Times New Roman" w:hAnsi="Times New Roman"/>
          <w:lang w:val="de-DE"/>
        </w:rPr>
        <w:t>en</w:t>
      </w:r>
      <w:r>
        <w:rPr>
          <w:rFonts w:ascii="Times New Roman" w:hAnsi="Times New Roman"/>
          <w:lang w:val="de-DE"/>
        </w:rPr>
        <w:t xml:space="preserve"> sich die obigen Angabe</w:t>
      </w:r>
      <w:r w:rsidR="008B704A">
        <w:rPr>
          <w:rFonts w:ascii="Times New Roman" w:hAnsi="Times New Roman"/>
          <w:lang w:val="de-DE"/>
        </w:rPr>
        <w:t>n</w:t>
      </w:r>
      <w:r>
        <w:rPr>
          <w:rFonts w:ascii="Times New Roman" w:hAnsi="Times New Roman"/>
          <w:lang w:val="de-DE"/>
        </w:rPr>
        <w:t xml:space="preserve">. Bei Bedarf können </w:t>
      </w:r>
      <w:r w:rsidR="008B704A">
        <w:rPr>
          <w:rFonts w:ascii="Times New Roman" w:hAnsi="Times New Roman"/>
          <w:lang w:val="de-DE"/>
        </w:rPr>
        <w:t>weitere</w:t>
      </w:r>
      <w:r>
        <w:rPr>
          <w:rFonts w:ascii="Times New Roman" w:hAnsi="Times New Roman"/>
          <w:lang w:val="de-DE"/>
        </w:rPr>
        <w:t xml:space="preserve"> Personen angegeben werden.</w:t>
      </w:r>
    </w:p>
    <w:p w14:paraId="15A7EC0F" w14:textId="31F34B8E" w:rsidR="00F935C4" w:rsidRPr="00A11A29" w:rsidRDefault="00F935C4" w:rsidP="00055205">
      <w:pPr>
        <w:pStyle w:val="J-berschr-1"/>
      </w:pPr>
    </w:p>
    <w:p w14:paraId="001A73D2" w14:textId="172E3644" w:rsidR="00D55A3E" w:rsidRPr="00EB35EB" w:rsidRDefault="00D55A3E">
      <w:pPr>
        <w:jc w:val="center"/>
        <w:rPr>
          <w:rFonts w:ascii="Times New Roman" w:hAnsi="Times New Roman"/>
          <w:lang w:val="de-DE"/>
        </w:rPr>
        <w:sectPr w:rsidR="00D55A3E" w:rsidRPr="00EB35EB" w:rsidSect="00FB17A6"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12" w14:textId="2EEC5377" w:rsidR="00F935C4" w:rsidRDefault="00856DDF" w:rsidP="00055205">
      <w:pPr>
        <w:pStyle w:val="J-berschr-1"/>
      </w:pPr>
      <w:r>
        <w:t>S</w:t>
      </w:r>
      <w:r w:rsidR="00235A8D">
        <w:t>chlüsselwörter</w:t>
      </w:r>
      <w:r w:rsidR="00A11A29">
        <w:t xml:space="preserve"> – </w:t>
      </w:r>
      <w:r w:rsidR="008449EC">
        <w:t>J-</w:t>
      </w:r>
      <w:r w:rsidR="00A11A29">
        <w:t>Überschrift 1</w:t>
      </w:r>
    </w:p>
    <w:p w14:paraId="15A7EC15" w14:textId="50C1493F" w:rsidR="00F935C4" w:rsidRDefault="00A11A29" w:rsidP="002C078F">
      <w:pPr>
        <w:pStyle w:val="J-Text"/>
      </w:pPr>
      <w:r>
        <w:t xml:space="preserve">Schlüsselwort 1, Schlüsselwort 2, … im Format </w:t>
      </w:r>
      <w:r w:rsidR="00C91BF2">
        <w:t>J-Text</w:t>
      </w:r>
    </w:p>
    <w:p w14:paraId="15A7EC19" w14:textId="77777777" w:rsidR="00856DDF" w:rsidRDefault="00856DDF" w:rsidP="002C078F">
      <w:pPr>
        <w:pStyle w:val="J-Text"/>
      </w:pPr>
    </w:p>
    <w:p w14:paraId="1EC64453" w14:textId="68331789" w:rsidR="005E253E" w:rsidRDefault="00235A8D" w:rsidP="00055205">
      <w:pPr>
        <w:pStyle w:val="J-berschr-1"/>
      </w:pPr>
      <w:r>
        <w:t>Zusammenfassung</w:t>
      </w:r>
      <w:r w:rsidR="00A11A29">
        <w:t xml:space="preserve"> </w:t>
      </w:r>
      <w:r w:rsidR="008449EC">
        <w:t>–</w:t>
      </w:r>
      <w:r w:rsidR="00A11A29">
        <w:t xml:space="preserve"> </w:t>
      </w:r>
      <w:r w:rsidR="008449EC">
        <w:t>J-</w:t>
      </w:r>
      <w:r w:rsidR="00A11A29">
        <w:t>Überschrift 1</w:t>
      </w:r>
    </w:p>
    <w:p w14:paraId="40FAA299" w14:textId="77CC68D7" w:rsidR="00235A8D" w:rsidRDefault="00235A8D" w:rsidP="00AF7F52">
      <w:pPr>
        <w:pStyle w:val="J-Text"/>
      </w:pPr>
      <w:r>
        <w:t>Gegenstand ist eine Zusammenfassung</w:t>
      </w:r>
      <w:r w:rsidR="00624AB0">
        <w:t>, welche die Kernergebn</w:t>
      </w:r>
      <w:r w:rsidR="002829B7">
        <w:t>isse</w:t>
      </w:r>
      <w:r w:rsidR="00624AB0">
        <w:t xml:space="preserve"> der Abschlussarbeit widerspiegel</w:t>
      </w:r>
      <w:r w:rsidR="0004633F">
        <w:t>n</w:t>
      </w:r>
      <w:r w:rsidR="00624AB0">
        <w:t>.</w:t>
      </w:r>
      <w:r>
        <w:t xml:space="preserve"> </w:t>
      </w:r>
      <w:r w:rsidR="00EC4EFD">
        <w:t>D</w:t>
      </w:r>
      <w:r w:rsidR="003A745A">
        <w:t>er Abstract</w:t>
      </w:r>
      <w:r w:rsidR="00EC4EFD">
        <w:t xml:space="preserve"> ist limitiert auf einer </w:t>
      </w:r>
      <w:r w:rsidR="00E3481B">
        <w:t>Seite mit diesem Layout</w:t>
      </w:r>
      <w:r w:rsidR="00624AB0">
        <w:t xml:space="preserve"> und</w:t>
      </w:r>
      <w:r w:rsidR="00E3481B">
        <w:t xml:space="preserve"> soll keine Formeln oder mathematische Notationen enthalten. Ebenfalls sollte auf keine Literatur verwiesen werden. </w:t>
      </w:r>
    </w:p>
    <w:p w14:paraId="592A9F51" w14:textId="30933783" w:rsidR="00E3481B" w:rsidRPr="000B5153" w:rsidRDefault="00E3481B" w:rsidP="000B5153">
      <w:pPr>
        <w:rPr>
          <w:rFonts w:ascii="Times New Roman" w:hAnsi="Times New Roman"/>
          <w:color w:val="000000"/>
          <w:lang w:val="de-DE"/>
        </w:rPr>
      </w:pPr>
      <w:r w:rsidRPr="00E3481B">
        <w:rPr>
          <w:rFonts w:ascii="Times New Roman" w:hAnsi="Times New Roman"/>
          <w:color w:val="000000"/>
          <w:lang w:val="de-DE"/>
        </w:rPr>
        <w:t xml:space="preserve">Aufbau </w:t>
      </w:r>
      <w:r w:rsidRPr="000B5153">
        <w:rPr>
          <w:rFonts w:ascii="Times New Roman" w:hAnsi="Times New Roman"/>
          <w:color w:val="000000"/>
          <w:lang w:val="de-DE"/>
        </w:rPr>
        <w:t xml:space="preserve">und Inhalt der </w:t>
      </w:r>
      <w:r w:rsidR="000B5153" w:rsidRPr="000B5153">
        <w:rPr>
          <w:rFonts w:ascii="Times New Roman" w:hAnsi="Times New Roman"/>
          <w:lang w:val="de-DE"/>
        </w:rPr>
        <w:t>Zusammenfassung</w:t>
      </w:r>
      <w:r w:rsidR="00624AB0">
        <w:rPr>
          <w:rFonts w:ascii="Times New Roman" w:hAnsi="Times New Roman"/>
          <w:color w:val="000000"/>
          <w:lang w:val="de-DE"/>
        </w:rPr>
        <w:t>:</w:t>
      </w:r>
    </w:p>
    <w:p w14:paraId="5F43C30E" w14:textId="73505298" w:rsidR="009176CE" w:rsidRDefault="000B5153" w:rsidP="009176CE">
      <w:pPr>
        <w:pStyle w:val="Listenabsatz"/>
        <w:numPr>
          <w:ilvl w:val="0"/>
          <w:numId w:val="4"/>
        </w:numPr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Problemstellung</w:t>
      </w:r>
      <w:r w:rsidRPr="000B5153">
        <w:rPr>
          <w:color w:val="000000"/>
          <w:sz w:val="20"/>
          <w:szCs w:val="20"/>
          <w:lang w:eastAsia="en-US"/>
        </w:rPr>
        <w:t xml:space="preserve"> (</w:t>
      </w:r>
      <w:r w:rsidR="00624AB0">
        <w:rPr>
          <w:color w:val="000000"/>
          <w:sz w:val="20"/>
          <w:szCs w:val="20"/>
          <w:lang w:eastAsia="en-US"/>
        </w:rPr>
        <w:t>z</w:t>
      </w:r>
      <w:r w:rsidRPr="000B5153">
        <w:rPr>
          <w:color w:val="000000"/>
          <w:sz w:val="20"/>
          <w:szCs w:val="20"/>
          <w:lang w:eastAsia="en-US"/>
        </w:rPr>
        <w:t>.B. Antwortzeiten von Kundenanfragen sind zu hoch)</w:t>
      </w:r>
      <w:r w:rsidR="00624AB0">
        <w:rPr>
          <w:color w:val="000000"/>
          <w:sz w:val="20"/>
          <w:szCs w:val="20"/>
          <w:lang w:eastAsia="en-US"/>
        </w:rPr>
        <w:t>.</w:t>
      </w:r>
    </w:p>
    <w:p w14:paraId="4824ADBD" w14:textId="61256995" w:rsidR="00E3481B" w:rsidRPr="009176CE" w:rsidRDefault="000B5153" w:rsidP="009176CE">
      <w:pPr>
        <w:pStyle w:val="Listenabsatz"/>
        <w:numPr>
          <w:ilvl w:val="0"/>
          <w:numId w:val="4"/>
        </w:numPr>
        <w:rPr>
          <w:color w:val="000000"/>
          <w:sz w:val="20"/>
          <w:szCs w:val="20"/>
          <w:lang w:eastAsia="en-US"/>
        </w:rPr>
      </w:pPr>
      <w:r w:rsidRPr="009176CE">
        <w:rPr>
          <w:color w:val="000000"/>
          <w:sz w:val="20"/>
          <w:szCs w:val="20"/>
          <w:lang w:eastAsia="en-US"/>
        </w:rPr>
        <w:t>Problemanalyse</w:t>
      </w:r>
      <w:r w:rsidR="00624AB0">
        <w:rPr>
          <w:color w:val="000000"/>
          <w:sz w:val="20"/>
          <w:szCs w:val="20"/>
          <w:lang w:eastAsia="en-US"/>
        </w:rPr>
        <w:t xml:space="preserve"> </w:t>
      </w:r>
      <w:r w:rsidRPr="009176CE">
        <w:rPr>
          <w:color w:val="000000"/>
          <w:sz w:val="20"/>
          <w:szCs w:val="20"/>
          <w:lang w:eastAsia="en-US"/>
        </w:rPr>
        <w:t>(</w:t>
      </w:r>
      <w:r w:rsidR="00624AB0">
        <w:rPr>
          <w:color w:val="000000"/>
          <w:sz w:val="20"/>
          <w:szCs w:val="20"/>
          <w:lang w:eastAsia="en-US"/>
        </w:rPr>
        <w:t>z</w:t>
      </w:r>
      <w:r w:rsidRPr="009176CE">
        <w:rPr>
          <w:color w:val="000000"/>
          <w:sz w:val="20"/>
          <w:szCs w:val="20"/>
          <w:lang w:eastAsia="en-US"/>
        </w:rPr>
        <w:t>.B. Datenbankzeiten sind zu hoch)</w:t>
      </w:r>
      <w:r w:rsidR="00624AB0">
        <w:rPr>
          <w:color w:val="000000"/>
          <w:sz w:val="20"/>
          <w:szCs w:val="20"/>
          <w:lang w:eastAsia="en-US"/>
        </w:rPr>
        <w:t>.</w:t>
      </w:r>
    </w:p>
    <w:p w14:paraId="422A0FC4" w14:textId="7FEF3B66" w:rsidR="00E3481B" w:rsidRPr="000B5153" w:rsidRDefault="00E3481B" w:rsidP="00E3481B">
      <w:pPr>
        <w:pStyle w:val="Listenabsatz"/>
        <w:numPr>
          <w:ilvl w:val="0"/>
          <w:numId w:val="4"/>
        </w:numPr>
        <w:rPr>
          <w:color w:val="000000"/>
          <w:sz w:val="20"/>
          <w:szCs w:val="20"/>
          <w:lang w:eastAsia="en-US"/>
        </w:rPr>
      </w:pPr>
      <w:r w:rsidRPr="000B5153">
        <w:rPr>
          <w:color w:val="000000"/>
          <w:sz w:val="20"/>
          <w:szCs w:val="20"/>
          <w:lang w:eastAsia="en-US"/>
        </w:rPr>
        <w:t xml:space="preserve">Lösung und </w:t>
      </w:r>
      <w:r w:rsidR="000B5153">
        <w:rPr>
          <w:color w:val="000000"/>
          <w:sz w:val="20"/>
          <w:szCs w:val="20"/>
          <w:lang w:eastAsia="en-US"/>
        </w:rPr>
        <w:t xml:space="preserve">ihre </w:t>
      </w:r>
      <w:r w:rsidR="000B5153" w:rsidRPr="000B5153">
        <w:rPr>
          <w:color w:val="000000"/>
          <w:sz w:val="20"/>
          <w:szCs w:val="20"/>
          <w:lang w:eastAsia="en-US"/>
        </w:rPr>
        <w:t>Umsetzung (</w:t>
      </w:r>
      <w:r w:rsidR="00624AB0">
        <w:rPr>
          <w:color w:val="000000"/>
          <w:sz w:val="20"/>
          <w:szCs w:val="20"/>
          <w:lang w:eastAsia="en-US"/>
        </w:rPr>
        <w:t>z</w:t>
      </w:r>
      <w:r w:rsidR="000B5153">
        <w:rPr>
          <w:color w:val="000000"/>
          <w:sz w:val="20"/>
          <w:szCs w:val="20"/>
          <w:lang w:eastAsia="en-US"/>
        </w:rPr>
        <w:t>.B.</w:t>
      </w:r>
      <w:r w:rsidR="00624AB0">
        <w:rPr>
          <w:color w:val="000000"/>
          <w:sz w:val="20"/>
          <w:szCs w:val="20"/>
          <w:lang w:eastAsia="en-US"/>
        </w:rPr>
        <w:t xml:space="preserve"> b</w:t>
      </w:r>
      <w:r w:rsidR="000B5153" w:rsidRPr="000B5153">
        <w:rPr>
          <w:color w:val="000000"/>
          <w:sz w:val="20"/>
          <w:szCs w:val="20"/>
          <w:lang w:eastAsia="en-US"/>
        </w:rPr>
        <w:t>essere Sele</w:t>
      </w:r>
      <w:r w:rsidR="00B96EFC">
        <w:rPr>
          <w:color w:val="000000"/>
          <w:sz w:val="20"/>
          <w:szCs w:val="20"/>
          <w:lang w:eastAsia="en-US"/>
        </w:rPr>
        <w:t>c</w:t>
      </w:r>
      <w:r w:rsidR="000B5153" w:rsidRPr="000B5153">
        <w:rPr>
          <w:color w:val="000000"/>
          <w:sz w:val="20"/>
          <w:szCs w:val="20"/>
          <w:lang w:eastAsia="en-US"/>
        </w:rPr>
        <w:t>t-Statements)</w:t>
      </w:r>
      <w:r w:rsidR="00624AB0">
        <w:rPr>
          <w:color w:val="000000"/>
          <w:sz w:val="20"/>
          <w:szCs w:val="20"/>
          <w:lang w:eastAsia="en-US"/>
        </w:rPr>
        <w:t>.</w:t>
      </w:r>
    </w:p>
    <w:p w14:paraId="62AB9F74" w14:textId="6C2A57B3" w:rsidR="00E3481B" w:rsidRPr="000B5153" w:rsidRDefault="000B5153" w:rsidP="00E3481B">
      <w:pPr>
        <w:pStyle w:val="Listenabsatz"/>
        <w:numPr>
          <w:ilvl w:val="0"/>
          <w:numId w:val="4"/>
        </w:numPr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>Evaluierung der</w:t>
      </w:r>
      <w:r w:rsidR="00E3481B" w:rsidRPr="000B5153">
        <w:rPr>
          <w:color w:val="000000"/>
          <w:sz w:val="20"/>
          <w:szCs w:val="20"/>
          <w:lang w:eastAsia="en-US"/>
        </w:rPr>
        <w:t xml:space="preserve"> Güte der Lösung (</w:t>
      </w:r>
      <w:r w:rsidR="00624AB0">
        <w:rPr>
          <w:color w:val="000000"/>
          <w:sz w:val="20"/>
          <w:szCs w:val="20"/>
          <w:lang w:eastAsia="en-US"/>
        </w:rPr>
        <w:t xml:space="preserve">z.B. </w:t>
      </w:r>
      <w:r w:rsidR="00E3481B" w:rsidRPr="000B5153">
        <w:rPr>
          <w:color w:val="000000"/>
          <w:sz w:val="20"/>
          <w:szCs w:val="20"/>
          <w:lang w:eastAsia="en-US"/>
        </w:rPr>
        <w:t>Antwortzeiten wurden um 70% reduziert)</w:t>
      </w:r>
      <w:r w:rsidR="00624AB0">
        <w:rPr>
          <w:color w:val="000000"/>
          <w:sz w:val="20"/>
          <w:szCs w:val="20"/>
          <w:lang w:eastAsia="en-US"/>
        </w:rPr>
        <w:t>.</w:t>
      </w:r>
    </w:p>
    <w:p w14:paraId="6D110964" w14:textId="424DB8BB" w:rsidR="00E3481B" w:rsidRDefault="000B5153" w:rsidP="00E3481B">
      <w:pPr>
        <w:rPr>
          <w:rFonts w:ascii="Times New Roman" w:hAnsi="Times New Roman"/>
          <w:color w:val="000000"/>
          <w:lang w:val="de-DE"/>
        </w:rPr>
      </w:pPr>
      <w:r>
        <w:rPr>
          <w:rFonts w:ascii="Times New Roman" w:hAnsi="Times New Roman"/>
          <w:color w:val="000000"/>
          <w:lang w:val="de-DE"/>
        </w:rPr>
        <w:t xml:space="preserve">Entscheidend: </w:t>
      </w:r>
      <w:r w:rsidR="00624AB0">
        <w:rPr>
          <w:rFonts w:ascii="Times New Roman" w:hAnsi="Times New Roman"/>
          <w:color w:val="000000"/>
          <w:lang w:val="de-DE"/>
        </w:rPr>
        <w:t>k</w:t>
      </w:r>
      <w:r>
        <w:rPr>
          <w:rFonts w:ascii="Times New Roman" w:hAnsi="Times New Roman"/>
          <w:color w:val="000000"/>
          <w:lang w:val="de-DE"/>
        </w:rPr>
        <w:t>onkrete Aussagen</w:t>
      </w:r>
      <w:r w:rsidR="00ED38B7">
        <w:rPr>
          <w:rFonts w:ascii="Times New Roman" w:hAnsi="Times New Roman"/>
          <w:color w:val="000000"/>
          <w:lang w:val="de-DE"/>
        </w:rPr>
        <w:t>!</w:t>
      </w:r>
    </w:p>
    <w:p w14:paraId="48AFE26E" w14:textId="1E8E780C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5AA025EC" w14:textId="4CDBA61A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5A7D07C7" w14:textId="77A69B39" w:rsidR="009176CE" w:rsidRDefault="00C571FE" w:rsidP="00E3481B">
      <w:pPr>
        <w:rPr>
          <w:rFonts w:ascii="Times New Roman" w:hAnsi="Times New Roman"/>
          <w:color w:val="000000"/>
          <w:lang w:val="de-DE"/>
        </w:rPr>
      </w:pPr>
      <w:r>
        <w:rPr>
          <w:rFonts w:ascii="Times New Roman" w:hAnsi="Times New Roman"/>
          <w:color w:val="000000"/>
          <w:lang w:val="de-DE"/>
        </w:rPr>
        <w:br w:type="textWrapping" w:clear="all"/>
      </w:r>
    </w:p>
    <w:p w14:paraId="18751401" w14:textId="5E8D318B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69B29C44" w14:textId="0421BB1E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1D141C48" w14:textId="278DBA58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033280B0" w14:textId="437F94B0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1077F8FD" w14:textId="6597AC3E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06B7B86B" w14:textId="512A97F1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6A13E5CB" w14:textId="18639682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3F91B312" w14:textId="538F9C12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476332E8" w14:textId="43A4DC5A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26A63C04" w14:textId="52593EB1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44C6F2F4" w14:textId="1F634EA3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3FCC8E71" w14:textId="25816CFA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713E8A2F" w14:textId="07482557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75CD1C3F" w14:textId="58C18C14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1427CA63" w14:textId="558BF9C0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75F92705" w14:textId="725AD6B6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21EBF38A" w14:textId="73EAAC81" w:rsidR="009176CE" w:rsidRDefault="009176CE" w:rsidP="00E3481B">
      <w:pPr>
        <w:rPr>
          <w:rFonts w:ascii="Times New Roman" w:hAnsi="Times New Roman"/>
          <w:color w:val="000000"/>
          <w:lang w:val="de-DE"/>
        </w:rPr>
      </w:pPr>
    </w:p>
    <w:p w14:paraId="20811CE3" w14:textId="26323599" w:rsidR="00E3481B" w:rsidRDefault="009176CE" w:rsidP="00AF7F52">
      <w:pPr>
        <w:pStyle w:val="J-Text"/>
      </w:pPr>
      <w:r>
        <w:t>Fortsetzung der Zusammenfassung auf einer zweiten Spalte. Die Form ist damit wie bei den restlichen Artikel</w:t>
      </w:r>
      <w:r w:rsidR="00E0113B">
        <w:t>n</w:t>
      </w:r>
      <w:r>
        <w:t xml:space="preserve"> in der Zeitschrift.</w:t>
      </w:r>
    </w:p>
    <w:p w14:paraId="31D60BA6" w14:textId="7B89B03A" w:rsidR="00C571FE" w:rsidRDefault="00C571FE" w:rsidP="00AF7F52">
      <w:pPr>
        <w:pStyle w:val="J-Text"/>
      </w:pPr>
    </w:p>
    <w:p w14:paraId="6C3A9881" w14:textId="5CEE0B0C" w:rsidR="00C571FE" w:rsidRDefault="00624AB0" w:rsidP="00AF7F52">
      <w:pPr>
        <w:pStyle w:val="J-Text"/>
      </w:pPr>
      <w:r>
        <w:t>Wichtige</w:t>
      </w:r>
      <w:r w:rsidR="00C571FE">
        <w:t xml:space="preserve"> Hinweise: </w:t>
      </w:r>
    </w:p>
    <w:p w14:paraId="431C7496" w14:textId="39995956" w:rsidR="00C571FE" w:rsidRDefault="00C571FE" w:rsidP="00C571FE">
      <w:pPr>
        <w:pStyle w:val="Default"/>
        <w:numPr>
          <w:ilvl w:val="0"/>
          <w:numId w:val="9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C571FE">
        <w:rPr>
          <w:rFonts w:ascii="Times New Roman" w:hAnsi="Times New Roman" w:cs="Times New Roman"/>
          <w:color w:val="auto"/>
          <w:sz w:val="20"/>
          <w:szCs w:val="20"/>
        </w:rPr>
        <w:t>Der Abstract ist vo</w:t>
      </w:r>
      <w:r>
        <w:rPr>
          <w:rFonts w:ascii="Times New Roman" w:hAnsi="Times New Roman" w:cs="Times New Roman"/>
          <w:color w:val="auto"/>
          <w:sz w:val="20"/>
          <w:szCs w:val="20"/>
        </w:rPr>
        <w:t>n einem</w:t>
      </w:r>
      <w:r w:rsidRPr="00C571FE">
        <w:rPr>
          <w:rFonts w:ascii="Times New Roman" w:hAnsi="Times New Roman" w:cs="Times New Roman"/>
          <w:color w:val="auto"/>
          <w:sz w:val="20"/>
          <w:szCs w:val="20"/>
        </w:rPr>
        <w:t xml:space="preserve"> Sperrvermerk ausgeschlossen und muss daher ggf. anonymisiert oder verallgemeinert werden</w:t>
      </w:r>
      <w:r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C571F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311C7C7B" w14:textId="3F06B457" w:rsidR="00C571FE" w:rsidRPr="00E27BAD" w:rsidRDefault="00C571FE" w:rsidP="002A0A0E">
      <w:pPr>
        <w:pStyle w:val="Default"/>
        <w:numPr>
          <w:ilvl w:val="0"/>
          <w:numId w:val="9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7BAD">
        <w:rPr>
          <w:rFonts w:ascii="Times New Roman" w:hAnsi="Times New Roman" w:cs="Times New Roman"/>
          <w:sz w:val="20"/>
          <w:szCs w:val="20"/>
        </w:rPr>
        <w:t>Bei externen Abschlussarbeiten müssen d</w:t>
      </w:r>
      <w:r w:rsidRPr="00E27BAD">
        <w:rPr>
          <w:rFonts w:ascii="Times New Roman" w:hAnsi="Times New Roman" w:cs="Times New Roman"/>
          <w:color w:val="auto"/>
          <w:sz w:val="20"/>
          <w:szCs w:val="20"/>
        </w:rPr>
        <w:t>er Abstract und die Schlagworte zur thematischen Einordnung der Abschlussarbeit mit der Firma abgestimmt sein. Der Firmenbetreuer gibt den Abstr</w:t>
      </w:r>
      <w:r w:rsidR="00923470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E27BAD">
        <w:rPr>
          <w:rFonts w:ascii="Times New Roman" w:hAnsi="Times New Roman" w:cs="Times New Roman"/>
          <w:color w:val="auto"/>
          <w:sz w:val="20"/>
          <w:szCs w:val="20"/>
        </w:rPr>
        <w:t xml:space="preserve">ct </w:t>
      </w:r>
      <w:r w:rsidR="00624AB0">
        <w:rPr>
          <w:rFonts w:ascii="Times New Roman" w:hAnsi="Times New Roman" w:cs="Times New Roman"/>
          <w:color w:val="auto"/>
          <w:sz w:val="20"/>
          <w:szCs w:val="20"/>
        </w:rPr>
        <w:t xml:space="preserve">durch </w:t>
      </w:r>
      <w:r w:rsidR="00652788">
        <w:rPr>
          <w:rFonts w:ascii="Times New Roman" w:hAnsi="Times New Roman" w:cs="Times New Roman"/>
          <w:color w:val="auto"/>
          <w:sz w:val="20"/>
          <w:szCs w:val="20"/>
        </w:rPr>
        <w:t>s</w:t>
      </w:r>
      <w:r w:rsidR="00624AB0">
        <w:rPr>
          <w:rFonts w:ascii="Times New Roman" w:hAnsi="Times New Roman" w:cs="Times New Roman"/>
          <w:color w:val="auto"/>
          <w:sz w:val="20"/>
          <w:szCs w:val="20"/>
        </w:rPr>
        <w:t xml:space="preserve">eine Einverständniserklärung </w:t>
      </w:r>
      <w:r w:rsidRPr="00E27BAD">
        <w:rPr>
          <w:rFonts w:ascii="Times New Roman" w:hAnsi="Times New Roman" w:cs="Times New Roman"/>
          <w:color w:val="auto"/>
          <w:sz w:val="20"/>
          <w:szCs w:val="20"/>
        </w:rPr>
        <w:t xml:space="preserve">zur Veröffentlichung frei. </w:t>
      </w:r>
    </w:p>
    <w:p w14:paraId="56C1B22D" w14:textId="042DBDE3" w:rsidR="00C571FE" w:rsidRPr="00C571FE" w:rsidRDefault="00C571FE" w:rsidP="00C571FE">
      <w:pPr>
        <w:pStyle w:val="J-Text"/>
        <w:ind w:left="360"/>
      </w:pPr>
    </w:p>
    <w:p w14:paraId="5C31BEF8" w14:textId="7B7815B1" w:rsidR="00C571FE" w:rsidRDefault="00C571FE" w:rsidP="00AF7F52">
      <w:pPr>
        <w:pStyle w:val="J-Text"/>
      </w:pPr>
    </w:p>
    <w:p w14:paraId="48E53331" w14:textId="1BE9BD70" w:rsidR="00C571FE" w:rsidRDefault="00C571FE" w:rsidP="00AF7F52">
      <w:pPr>
        <w:pStyle w:val="J-Text"/>
      </w:pPr>
    </w:p>
    <w:p w14:paraId="711534F8" w14:textId="559E12A4" w:rsidR="00C571FE" w:rsidRDefault="00C571FE" w:rsidP="00AF7F52">
      <w:pPr>
        <w:pStyle w:val="J-Text"/>
      </w:pPr>
    </w:p>
    <w:p w14:paraId="2C3E03DB" w14:textId="6226C013" w:rsidR="00C571FE" w:rsidRDefault="00C571FE" w:rsidP="00AF7F52">
      <w:pPr>
        <w:pStyle w:val="J-Text"/>
      </w:pPr>
    </w:p>
    <w:p w14:paraId="03A378BD" w14:textId="315BAA5A" w:rsidR="00C571FE" w:rsidRDefault="00C571FE" w:rsidP="00AF7F52">
      <w:pPr>
        <w:pStyle w:val="J-Text"/>
      </w:pPr>
    </w:p>
    <w:p w14:paraId="24A3014F" w14:textId="1C75F989" w:rsidR="00C571FE" w:rsidRDefault="00C571FE" w:rsidP="00AF7F52">
      <w:pPr>
        <w:pStyle w:val="J-Text"/>
      </w:pPr>
    </w:p>
    <w:p w14:paraId="74F2BB55" w14:textId="1F099F6C" w:rsidR="00C571FE" w:rsidRDefault="00C571FE" w:rsidP="00AF7F52">
      <w:pPr>
        <w:pStyle w:val="J-Text"/>
      </w:pPr>
    </w:p>
    <w:p w14:paraId="4F35A94E" w14:textId="58AD0295" w:rsidR="00C571FE" w:rsidRDefault="00C571FE" w:rsidP="00AF7F52">
      <w:pPr>
        <w:pStyle w:val="J-Text"/>
      </w:pPr>
    </w:p>
    <w:p w14:paraId="0048E187" w14:textId="0700B1E4" w:rsidR="00C571FE" w:rsidRDefault="00C571FE" w:rsidP="00AF7F52">
      <w:pPr>
        <w:pStyle w:val="J-Text"/>
      </w:pPr>
    </w:p>
    <w:p w14:paraId="40B533FF" w14:textId="0298A063" w:rsidR="00C571FE" w:rsidRDefault="00C571FE" w:rsidP="00AF7F52">
      <w:pPr>
        <w:pStyle w:val="J-Text"/>
      </w:pPr>
    </w:p>
    <w:p w14:paraId="344DA997" w14:textId="226FE578" w:rsidR="00C571FE" w:rsidRDefault="00C571FE" w:rsidP="00AF7F52">
      <w:pPr>
        <w:pStyle w:val="J-Text"/>
      </w:pPr>
    </w:p>
    <w:p w14:paraId="39C2EE62" w14:textId="063FEB83" w:rsidR="00C571FE" w:rsidRDefault="00C571FE" w:rsidP="00AF7F52">
      <w:pPr>
        <w:pStyle w:val="J-Text"/>
      </w:pPr>
    </w:p>
    <w:p w14:paraId="5D3AC61F" w14:textId="32CF82AE" w:rsidR="00C571FE" w:rsidRDefault="00C571FE" w:rsidP="00AF7F52">
      <w:pPr>
        <w:pStyle w:val="J-Text"/>
      </w:pPr>
    </w:p>
    <w:p w14:paraId="5DD52ADF" w14:textId="55DA88CC" w:rsidR="00C571FE" w:rsidRDefault="00C571FE" w:rsidP="00AF7F52">
      <w:pPr>
        <w:pStyle w:val="J-Text"/>
      </w:pPr>
    </w:p>
    <w:p w14:paraId="3BBEE781" w14:textId="25C42132" w:rsidR="00C571FE" w:rsidRDefault="00C571FE" w:rsidP="00AF7F52">
      <w:pPr>
        <w:pStyle w:val="J-Text"/>
      </w:pPr>
    </w:p>
    <w:p w14:paraId="703A5321" w14:textId="0893FC46" w:rsidR="00C571FE" w:rsidRDefault="00C571FE" w:rsidP="00AF7F52">
      <w:pPr>
        <w:pStyle w:val="J-Text"/>
      </w:pPr>
    </w:p>
    <w:p w14:paraId="3041B078" w14:textId="631BB76B" w:rsidR="00C571FE" w:rsidRDefault="00C571FE" w:rsidP="00AF7F52">
      <w:pPr>
        <w:pStyle w:val="J-Text"/>
      </w:pPr>
    </w:p>
    <w:p w14:paraId="39587D2E" w14:textId="12C72A7A" w:rsidR="00C571FE" w:rsidRDefault="00C571FE" w:rsidP="00AF7F52">
      <w:pPr>
        <w:pStyle w:val="J-Text"/>
      </w:pPr>
    </w:p>
    <w:p w14:paraId="7DB538D9" w14:textId="2C52D551" w:rsidR="00C571FE" w:rsidRDefault="00C571FE" w:rsidP="00AF7F52">
      <w:pPr>
        <w:pStyle w:val="J-Text"/>
      </w:pPr>
    </w:p>
    <w:p w14:paraId="00CE6144" w14:textId="08762335" w:rsidR="00C571FE" w:rsidRDefault="00C571FE" w:rsidP="00AF7F52">
      <w:pPr>
        <w:pStyle w:val="J-Text"/>
      </w:pPr>
    </w:p>
    <w:p w14:paraId="37314FE5" w14:textId="79D2C68A" w:rsidR="00C571FE" w:rsidRDefault="00C571FE" w:rsidP="00AF7F52">
      <w:pPr>
        <w:pStyle w:val="J-Text"/>
      </w:pPr>
    </w:p>
    <w:p w14:paraId="26178316" w14:textId="6F0CACA5" w:rsidR="00C571FE" w:rsidRDefault="00C571FE" w:rsidP="00AF7F52">
      <w:pPr>
        <w:pStyle w:val="J-Text"/>
      </w:pPr>
    </w:p>
    <w:p w14:paraId="544824FC" w14:textId="6EBFB8E0" w:rsidR="00C571FE" w:rsidRDefault="00C571FE" w:rsidP="00AF7F52">
      <w:pPr>
        <w:pStyle w:val="J-Text"/>
      </w:pPr>
    </w:p>
    <w:p w14:paraId="4C2467B4" w14:textId="2BAB47D2" w:rsidR="00C571FE" w:rsidRDefault="00C571FE" w:rsidP="00AF7F52">
      <w:pPr>
        <w:pStyle w:val="J-Text"/>
      </w:pPr>
    </w:p>
    <w:p w14:paraId="64EF1E8D" w14:textId="4473EA34" w:rsidR="00C571FE" w:rsidRDefault="00C571FE" w:rsidP="00AF7F52">
      <w:pPr>
        <w:pStyle w:val="J-Text"/>
      </w:pPr>
    </w:p>
    <w:p w14:paraId="2DECA4B5" w14:textId="6A778918" w:rsidR="00C571FE" w:rsidRDefault="00C571FE" w:rsidP="00AF7F52">
      <w:pPr>
        <w:pStyle w:val="J-Text"/>
      </w:pPr>
    </w:p>
    <w:p w14:paraId="06D359A7" w14:textId="75231FC6" w:rsidR="00C571FE" w:rsidRDefault="00C571FE" w:rsidP="00AF7F52">
      <w:pPr>
        <w:pStyle w:val="J-Text"/>
      </w:pPr>
    </w:p>
    <w:p w14:paraId="5F86F367" w14:textId="573495A7" w:rsidR="00C571FE" w:rsidRDefault="00C571FE" w:rsidP="00AF7F52">
      <w:pPr>
        <w:pStyle w:val="J-Text"/>
      </w:pPr>
    </w:p>
    <w:p w14:paraId="175DFC57" w14:textId="0BA652D3" w:rsidR="00C571FE" w:rsidRDefault="00C571FE" w:rsidP="00AF7F52">
      <w:pPr>
        <w:pStyle w:val="J-Text"/>
      </w:pPr>
    </w:p>
    <w:p w14:paraId="06C42B7E" w14:textId="2EC53526" w:rsidR="00C571FE" w:rsidRDefault="00C571FE" w:rsidP="00AF7F52">
      <w:pPr>
        <w:pStyle w:val="J-Text"/>
      </w:pPr>
    </w:p>
    <w:p w14:paraId="5E94CB5E" w14:textId="0D4AC9D1" w:rsidR="00C571FE" w:rsidRDefault="00C571FE" w:rsidP="00AF7F52">
      <w:pPr>
        <w:pStyle w:val="J-Text"/>
      </w:pPr>
    </w:p>
    <w:p w14:paraId="092D0349" w14:textId="77777777" w:rsidR="00C571FE" w:rsidRPr="000B5153" w:rsidRDefault="00C571FE" w:rsidP="00AF7F52">
      <w:pPr>
        <w:pStyle w:val="J-Text"/>
      </w:pPr>
    </w:p>
    <w:p w14:paraId="040790B1" w14:textId="420F1D1D" w:rsidR="00EC4EFD" w:rsidRPr="009176CE" w:rsidRDefault="00EC4EFD">
      <w:pPr>
        <w:rPr>
          <w:rFonts w:ascii="Helvetica" w:hAnsi="Helvetica"/>
          <w:color w:val="333333"/>
          <w:lang w:val="de-DE"/>
        </w:rPr>
      </w:pPr>
    </w:p>
    <w:sectPr w:rsidR="00EC4EFD" w:rsidRPr="009176CE" w:rsidSect="003A7117">
      <w:type w:val="continuous"/>
      <w:pgSz w:w="11907" w:h="16840" w:code="9"/>
      <w:pgMar w:top="1418" w:right="1134" w:bottom="1418" w:left="1134" w:header="720" w:footer="720" w:gutter="0"/>
      <w:cols w:num="2"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1F431" w14:textId="77777777" w:rsidR="00CE2A3D" w:rsidRDefault="00CE2A3D">
      <w:r>
        <w:separator/>
      </w:r>
    </w:p>
  </w:endnote>
  <w:endnote w:type="continuationSeparator" w:id="0">
    <w:p w14:paraId="10880683" w14:textId="77777777" w:rsidR="00CE2A3D" w:rsidRDefault="00CE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7EC71" w14:textId="77777777" w:rsidR="000830E2" w:rsidRDefault="000830E2">
    <w:pPr>
      <w:pStyle w:val="Fuzeil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03AA4" w14:textId="77777777" w:rsidR="00CE2A3D" w:rsidRDefault="00CE2A3D">
      <w:r>
        <w:separator/>
      </w:r>
    </w:p>
  </w:footnote>
  <w:footnote w:type="continuationSeparator" w:id="0">
    <w:p w14:paraId="4A8E0CF3" w14:textId="77777777" w:rsidR="00CE2A3D" w:rsidRDefault="00CE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2046"/>
    <w:multiLevelType w:val="hybridMultilevel"/>
    <w:tmpl w:val="0D20D3F6"/>
    <w:lvl w:ilvl="0" w:tplc="7C507C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B3BB0"/>
    <w:multiLevelType w:val="hybridMultilevel"/>
    <w:tmpl w:val="787CC7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2A19"/>
    <w:multiLevelType w:val="hybridMultilevel"/>
    <w:tmpl w:val="9BACA134"/>
    <w:lvl w:ilvl="0" w:tplc="CA804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800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621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CD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0D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CA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080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E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54B8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C40C5"/>
    <w:multiLevelType w:val="hybridMultilevel"/>
    <w:tmpl w:val="1A3AA7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907B4"/>
    <w:multiLevelType w:val="hybridMultilevel"/>
    <w:tmpl w:val="5AA014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00855"/>
    <w:multiLevelType w:val="hybridMultilevel"/>
    <w:tmpl w:val="EDA69D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364A2"/>
    <w:multiLevelType w:val="hybridMultilevel"/>
    <w:tmpl w:val="20F26D8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8267A"/>
    <w:multiLevelType w:val="hybridMultilevel"/>
    <w:tmpl w:val="EDA69D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DB"/>
    <w:rsid w:val="00004D3A"/>
    <w:rsid w:val="00015A5D"/>
    <w:rsid w:val="00022D5D"/>
    <w:rsid w:val="0002512A"/>
    <w:rsid w:val="00034307"/>
    <w:rsid w:val="00037F77"/>
    <w:rsid w:val="0004633F"/>
    <w:rsid w:val="00055205"/>
    <w:rsid w:val="000633F3"/>
    <w:rsid w:val="00070F3F"/>
    <w:rsid w:val="000801BF"/>
    <w:rsid w:val="00080478"/>
    <w:rsid w:val="000830E2"/>
    <w:rsid w:val="000905CA"/>
    <w:rsid w:val="000979DC"/>
    <w:rsid w:val="000B2B61"/>
    <w:rsid w:val="000B2FB9"/>
    <w:rsid w:val="000B5153"/>
    <w:rsid w:val="000D0CE6"/>
    <w:rsid w:val="000D76E4"/>
    <w:rsid w:val="000F1667"/>
    <w:rsid w:val="000F74AA"/>
    <w:rsid w:val="00106EE8"/>
    <w:rsid w:val="00110EEE"/>
    <w:rsid w:val="00120CB7"/>
    <w:rsid w:val="00162241"/>
    <w:rsid w:val="0016712E"/>
    <w:rsid w:val="001673F9"/>
    <w:rsid w:val="00185B84"/>
    <w:rsid w:val="001874BB"/>
    <w:rsid w:val="00195D83"/>
    <w:rsid w:val="00197831"/>
    <w:rsid w:val="001A6057"/>
    <w:rsid w:val="001A7C2A"/>
    <w:rsid w:val="001B2395"/>
    <w:rsid w:val="0023090E"/>
    <w:rsid w:val="00235A8D"/>
    <w:rsid w:val="00241C65"/>
    <w:rsid w:val="002520D8"/>
    <w:rsid w:val="002525E2"/>
    <w:rsid w:val="002641F2"/>
    <w:rsid w:val="002708F1"/>
    <w:rsid w:val="00270D8F"/>
    <w:rsid w:val="00271E2C"/>
    <w:rsid w:val="002805DF"/>
    <w:rsid w:val="002829B7"/>
    <w:rsid w:val="00294AC3"/>
    <w:rsid w:val="002A4AE4"/>
    <w:rsid w:val="002A5AB6"/>
    <w:rsid w:val="002B5CB5"/>
    <w:rsid w:val="002C078F"/>
    <w:rsid w:val="002C1352"/>
    <w:rsid w:val="002C798D"/>
    <w:rsid w:val="002D453A"/>
    <w:rsid w:val="002E131F"/>
    <w:rsid w:val="002F104C"/>
    <w:rsid w:val="0030137D"/>
    <w:rsid w:val="00340D45"/>
    <w:rsid w:val="00340F81"/>
    <w:rsid w:val="003575C0"/>
    <w:rsid w:val="003666E8"/>
    <w:rsid w:val="00367DAC"/>
    <w:rsid w:val="00376323"/>
    <w:rsid w:val="00396895"/>
    <w:rsid w:val="003A7117"/>
    <w:rsid w:val="003A745A"/>
    <w:rsid w:val="0041130E"/>
    <w:rsid w:val="0043469C"/>
    <w:rsid w:val="004407BE"/>
    <w:rsid w:val="004435FD"/>
    <w:rsid w:val="00481876"/>
    <w:rsid w:val="00481C78"/>
    <w:rsid w:val="00495B6C"/>
    <w:rsid w:val="004A66E7"/>
    <w:rsid w:val="004F4657"/>
    <w:rsid w:val="004F6685"/>
    <w:rsid w:val="004F7AE8"/>
    <w:rsid w:val="00526362"/>
    <w:rsid w:val="0053512F"/>
    <w:rsid w:val="005375C1"/>
    <w:rsid w:val="00555570"/>
    <w:rsid w:val="005560DA"/>
    <w:rsid w:val="005567A1"/>
    <w:rsid w:val="0055727B"/>
    <w:rsid w:val="00562526"/>
    <w:rsid w:val="005815B9"/>
    <w:rsid w:val="005945DF"/>
    <w:rsid w:val="005B6B72"/>
    <w:rsid w:val="005C05F8"/>
    <w:rsid w:val="005C0F04"/>
    <w:rsid w:val="005D3AD3"/>
    <w:rsid w:val="005E253E"/>
    <w:rsid w:val="005F7A30"/>
    <w:rsid w:val="006032A8"/>
    <w:rsid w:val="006142A8"/>
    <w:rsid w:val="0061692E"/>
    <w:rsid w:val="00624AB0"/>
    <w:rsid w:val="00625E65"/>
    <w:rsid w:val="00632F7B"/>
    <w:rsid w:val="00647447"/>
    <w:rsid w:val="00651048"/>
    <w:rsid w:val="00652788"/>
    <w:rsid w:val="00674C8B"/>
    <w:rsid w:val="00675E5A"/>
    <w:rsid w:val="00681C78"/>
    <w:rsid w:val="006D32F0"/>
    <w:rsid w:val="00731E36"/>
    <w:rsid w:val="00733C96"/>
    <w:rsid w:val="00743746"/>
    <w:rsid w:val="007553A1"/>
    <w:rsid w:val="007648AC"/>
    <w:rsid w:val="007B49D2"/>
    <w:rsid w:val="007B5BEB"/>
    <w:rsid w:val="007D273F"/>
    <w:rsid w:val="007D387C"/>
    <w:rsid w:val="007E22D8"/>
    <w:rsid w:val="007E2F7C"/>
    <w:rsid w:val="007E345C"/>
    <w:rsid w:val="008000C6"/>
    <w:rsid w:val="00823752"/>
    <w:rsid w:val="008348EB"/>
    <w:rsid w:val="00837C2F"/>
    <w:rsid w:val="008449EC"/>
    <w:rsid w:val="0085138F"/>
    <w:rsid w:val="00856DDF"/>
    <w:rsid w:val="00862BC1"/>
    <w:rsid w:val="00865188"/>
    <w:rsid w:val="00884C4B"/>
    <w:rsid w:val="008B3DDB"/>
    <w:rsid w:val="008B704A"/>
    <w:rsid w:val="008C17F7"/>
    <w:rsid w:val="008E733A"/>
    <w:rsid w:val="008F662F"/>
    <w:rsid w:val="00902335"/>
    <w:rsid w:val="009066F4"/>
    <w:rsid w:val="00912EBA"/>
    <w:rsid w:val="009176CE"/>
    <w:rsid w:val="009209D7"/>
    <w:rsid w:val="00920ACE"/>
    <w:rsid w:val="00923470"/>
    <w:rsid w:val="0092553D"/>
    <w:rsid w:val="00962681"/>
    <w:rsid w:val="00974F70"/>
    <w:rsid w:val="00987C16"/>
    <w:rsid w:val="00991D3D"/>
    <w:rsid w:val="009964B0"/>
    <w:rsid w:val="009A1468"/>
    <w:rsid w:val="009B0201"/>
    <w:rsid w:val="009B0A05"/>
    <w:rsid w:val="009B6A0F"/>
    <w:rsid w:val="009C5FE5"/>
    <w:rsid w:val="00A11A29"/>
    <w:rsid w:val="00A16FB5"/>
    <w:rsid w:val="00A36B5A"/>
    <w:rsid w:val="00A57150"/>
    <w:rsid w:val="00AC66DA"/>
    <w:rsid w:val="00AE1879"/>
    <w:rsid w:val="00AF2E36"/>
    <w:rsid w:val="00AF4593"/>
    <w:rsid w:val="00AF7F52"/>
    <w:rsid w:val="00B02DAD"/>
    <w:rsid w:val="00B13C77"/>
    <w:rsid w:val="00B3303B"/>
    <w:rsid w:val="00B448BC"/>
    <w:rsid w:val="00B510A0"/>
    <w:rsid w:val="00B52C62"/>
    <w:rsid w:val="00B63BA5"/>
    <w:rsid w:val="00B64C24"/>
    <w:rsid w:val="00B67937"/>
    <w:rsid w:val="00B8186E"/>
    <w:rsid w:val="00B82FB8"/>
    <w:rsid w:val="00B83EA8"/>
    <w:rsid w:val="00B8420A"/>
    <w:rsid w:val="00B96EFC"/>
    <w:rsid w:val="00BC7AF3"/>
    <w:rsid w:val="00C07AB1"/>
    <w:rsid w:val="00C23CF2"/>
    <w:rsid w:val="00C240BD"/>
    <w:rsid w:val="00C31DF1"/>
    <w:rsid w:val="00C322C5"/>
    <w:rsid w:val="00C42839"/>
    <w:rsid w:val="00C536B4"/>
    <w:rsid w:val="00C5538D"/>
    <w:rsid w:val="00C55914"/>
    <w:rsid w:val="00C571FE"/>
    <w:rsid w:val="00C91BF2"/>
    <w:rsid w:val="00CA3932"/>
    <w:rsid w:val="00CA42FB"/>
    <w:rsid w:val="00CC36EC"/>
    <w:rsid w:val="00CE2A3D"/>
    <w:rsid w:val="00D0031C"/>
    <w:rsid w:val="00D0282A"/>
    <w:rsid w:val="00D0555F"/>
    <w:rsid w:val="00D26F20"/>
    <w:rsid w:val="00D55A3E"/>
    <w:rsid w:val="00D7172C"/>
    <w:rsid w:val="00D82A73"/>
    <w:rsid w:val="00D82F18"/>
    <w:rsid w:val="00DB33CE"/>
    <w:rsid w:val="00DE0D2E"/>
    <w:rsid w:val="00E0113B"/>
    <w:rsid w:val="00E20B7D"/>
    <w:rsid w:val="00E27BAD"/>
    <w:rsid w:val="00E3481B"/>
    <w:rsid w:val="00E47D04"/>
    <w:rsid w:val="00E678BE"/>
    <w:rsid w:val="00EA1AE3"/>
    <w:rsid w:val="00EA2A84"/>
    <w:rsid w:val="00EB318D"/>
    <w:rsid w:val="00EB35EB"/>
    <w:rsid w:val="00EC4EFD"/>
    <w:rsid w:val="00ED38B7"/>
    <w:rsid w:val="00EE26BC"/>
    <w:rsid w:val="00F175F5"/>
    <w:rsid w:val="00F255B3"/>
    <w:rsid w:val="00F313E2"/>
    <w:rsid w:val="00F433E2"/>
    <w:rsid w:val="00F43AE5"/>
    <w:rsid w:val="00F52F30"/>
    <w:rsid w:val="00F56F64"/>
    <w:rsid w:val="00F7708D"/>
    <w:rsid w:val="00F935C4"/>
    <w:rsid w:val="00FA11BD"/>
    <w:rsid w:val="00FA2AF1"/>
    <w:rsid w:val="00FA4FEE"/>
    <w:rsid w:val="00FB17A6"/>
    <w:rsid w:val="00FB7B42"/>
    <w:rsid w:val="00FC6571"/>
    <w:rsid w:val="00FD7043"/>
    <w:rsid w:val="065B05D9"/>
    <w:rsid w:val="0AFC1370"/>
    <w:rsid w:val="0D97AEBE"/>
    <w:rsid w:val="0DB00A31"/>
    <w:rsid w:val="10415AB8"/>
    <w:rsid w:val="1868096D"/>
    <w:rsid w:val="1E8D0CB9"/>
    <w:rsid w:val="1F659C50"/>
    <w:rsid w:val="1F8A9DF3"/>
    <w:rsid w:val="2160FE75"/>
    <w:rsid w:val="23B57808"/>
    <w:rsid w:val="27AAEE8B"/>
    <w:rsid w:val="29015DA4"/>
    <w:rsid w:val="2B5BA4E0"/>
    <w:rsid w:val="3F73F1E3"/>
    <w:rsid w:val="44BFC3F5"/>
    <w:rsid w:val="4AEAE10D"/>
    <w:rsid w:val="4C0B9B4A"/>
    <w:rsid w:val="4D69AE67"/>
    <w:rsid w:val="571D5F97"/>
    <w:rsid w:val="58B962F3"/>
    <w:rsid w:val="58F339E6"/>
    <w:rsid w:val="5DE94CB1"/>
    <w:rsid w:val="6000B268"/>
    <w:rsid w:val="633CD168"/>
    <w:rsid w:val="678B9C52"/>
    <w:rsid w:val="6EE3E2E4"/>
    <w:rsid w:val="73B5D063"/>
    <w:rsid w:val="74C92C78"/>
    <w:rsid w:val="7539AB47"/>
    <w:rsid w:val="79698690"/>
    <w:rsid w:val="7A8423DA"/>
    <w:rsid w:val="7A8D2C27"/>
    <w:rsid w:val="7CE9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7EBDE"/>
  <w15:chartTrackingRefBased/>
  <w15:docId w15:val="{3E08838A-3A6B-429C-9CDE-4E972080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 w:eastAsia="en-US"/>
    </w:rPr>
  </w:style>
  <w:style w:type="paragraph" w:styleId="berschrift1">
    <w:name w:val="heading 1"/>
    <w:basedOn w:val="Standard"/>
    <w:next w:val="Standard"/>
    <w:pPr>
      <w:spacing w:before="240"/>
      <w:outlineLvl w:val="0"/>
    </w:pPr>
    <w:rPr>
      <w:rFonts w:ascii="Helv" w:hAnsi="Helv"/>
      <w:b/>
      <w:sz w:val="24"/>
      <w:u w:val="singl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Textkrper-Zeileneinzug">
    <w:name w:val="Body Text Indent"/>
    <w:basedOn w:val="Standard"/>
    <w:semiHidden/>
    <w:pPr>
      <w:ind w:left="720" w:hanging="720"/>
    </w:pPr>
    <w:rPr>
      <w:rFonts w:ascii="Times New Roman" w:hAnsi="Times New Roman"/>
      <w:sz w:val="24"/>
    </w:rPr>
  </w:style>
  <w:style w:type="paragraph" w:styleId="Titel">
    <w:name w:val="Title"/>
    <w:basedOn w:val="Standard"/>
    <w:pPr>
      <w:jc w:val="center"/>
    </w:pPr>
    <w:rPr>
      <w:rFonts w:ascii="Times New Roman" w:hAnsi="Times New Roman"/>
      <w:b/>
      <w:sz w:val="28"/>
    </w:rPr>
  </w:style>
  <w:style w:type="paragraph" w:styleId="Textkrper">
    <w:name w:val="Body Text"/>
    <w:basedOn w:val="Standard"/>
    <w:semiHidden/>
    <w:rPr>
      <w:sz w:val="24"/>
    </w:rPr>
  </w:style>
  <w:style w:type="character" w:styleId="Hyperlink">
    <w:name w:val="Hyperlink"/>
    <w:basedOn w:val="Absatz-Standardschriftart"/>
    <w:uiPriority w:val="99"/>
    <w:unhideWhenUsed/>
    <w:rsid w:val="000801BF"/>
    <w:rPr>
      <w:color w:val="0563C1" w:themeColor="hyperlink"/>
      <w:u w:val="single"/>
    </w:rPr>
  </w:style>
  <w:style w:type="paragraph" w:customStyle="1" w:styleId="J-berschr-1">
    <w:name w:val="J-Überschr-1"/>
    <w:basedOn w:val="Standard"/>
    <w:autoRedefine/>
    <w:qFormat/>
    <w:rsid w:val="00055205"/>
    <w:pPr>
      <w:keepNext/>
      <w:spacing w:line="360" w:lineRule="auto"/>
      <w:jc w:val="both"/>
    </w:pPr>
    <w:rPr>
      <w:rFonts w:ascii="Times New Roman" w:hAnsi="Times New Roman"/>
      <w:b/>
      <w:lang w:val="de-DE"/>
    </w:rPr>
  </w:style>
  <w:style w:type="paragraph" w:customStyle="1" w:styleId="J-Text">
    <w:name w:val="J-Text"/>
    <w:basedOn w:val="Standard"/>
    <w:qFormat/>
    <w:rsid w:val="002C078F"/>
    <w:pPr>
      <w:jc w:val="both"/>
    </w:pPr>
    <w:rPr>
      <w:rFonts w:ascii="Times New Roman" w:hAnsi="Times New Roman"/>
      <w:lang w:val="de-DE"/>
    </w:rPr>
  </w:style>
  <w:style w:type="paragraph" w:customStyle="1" w:styleId="J-berschr-2">
    <w:name w:val="J-Überschr-2"/>
    <w:basedOn w:val="J-berschr-1"/>
    <w:autoRedefine/>
    <w:qFormat/>
    <w:rsid w:val="00055205"/>
  </w:style>
  <w:style w:type="paragraph" w:customStyle="1" w:styleId="J-berschr-3">
    <w:name w:val="J-Überschr-3"/>
    <w:basedOn w:val="Standard"/>
    <w:qFormat/>
    <w:rsid w:val="00055205"/>
    <w:pPr>
      <w:keepNext/>
      <w:jc w:val="both"/>
    </w:pPr>
    <w:rPr>
      <w:i/>
    </w:rPr>
  </w:style>
  <w:style w:type="paragraph" w:customStyle="1" w:styleId="J-Titel">
    <w:name w:val="J-Titel"/>
    <w:basedOn w:val="Standard"/>
    <w:next w:val="J-Name"/>
    <w:link w:val="J-TitelZchn"/>
    <w:qFormat/>
    <w:rsid w:val="0092553D"/>
    <w:pPr>
      <w:jc w:val="center"/>
    </w:pPr>
    <w:rPr>
      <w:rFonts w:ascii="Times New Roman" w:hAnsi="Times New Roman"/>
      <w:b/>
      <w:sz w:val="32"/>
      <w:szCs w:val="32"/>
      <w:lang w:val="de-DE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rsid w:val="00195D83"/>
    <w:pPr>
      <w:spacing w:after="200"/>
      <w:jc w:val="center"/>
    </w:pPr>
    <w:rPr>
      <w:i/>
      <w:iCs/>
      <w:color w:val="000000" w:themeColor="text1"/>
      <w:sz w:val="18"/>
      <w:szCs w:val="18"/>
      <w:lang w:val="de-DE"/>
    </w:rPr>
  </w:style>
  <w:style w:type="character" w:customStyle="1" w:styleId="J-TitelZchn">
    <w:name w:val="J-Titel Zchn"/>
    <w:basedOn w:val="Absatz-Standardschriftart"/>
    <w:link w:val="J-Titel"/>
    <w:rsid w:val="0092553D"/>
    <w:rPr>
      <w:rFonts w:ascii="Times New Roman" w:hAnsi="Times New Roman"/>
      <w:b/>
      <w:sz w:val="32"/>
      <w:szCs w:val="32"/>
      <w:lang w:eastAsia="en-US"/>
    </w:rPr>
  </w:style>
  <w:style w:type="table" w:styleId="Tabellenraster">
    <w:name w:val="Table Grid"/>
    <w:basedOn w:val="NormaleTabelle"/>
    <w:uiPriority w:val="39"/>
    <w:rsid w:val="00481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-Literatur">
    <w:name w:val="J-Literatur"/>
    <w:basedOn w:val="J-Text"/>
    <w:qFormat/>
    <w:rsid w:val="00271E2C"/>
    <w:rPr>
      <w:lang w:val="en-US"/>
    </w:rPr>
  </w:style>
  <w:style w:type="paragraph" w:customStyle="1" w:styleId="J-Name">
    <w:name w:val="J-Name"/>
    <w:basedOn w:val="Standard"/>
    <w:next w:val="J-Affiliation"/>
    <w:link w:val="J-NameZchn"/>
    <w:qFormat/>
    <w:rsid w:val="0092553D"/>
    <w:pPr>
      <w:jc w:val="center"/>
    </w:pPr>
    <w:rPr>
      <w:rFonts w:ascii="Times New Roman" w:hAnsi="Times New Roman"/>
      <w:sz w:val="24"/>
      <w:szCs w:val="24"/>
      <w:lang w:val="de-DE"/>
    </w:rPr>
  </w:style>
  <w:style w:type="paragraph" w:customStyle="1" w:styleId="J-Affiliation">
    <w:name w:val="J-Affiliation"/>
    <w:basedOn w:val="Standard"/>
    <w:link w:val="J-AffiliationZchn"/>
    <w:qFormat/>
    <w:rsid w:val="0092553D"/>
    <w:pPr>
      <w:jc w:val="center"/>
    </w:pPr>
    <w:rPr>
      <w:rFonts w:ascii="Times New Roman" w:hAnsi="Times New Roman"/>
      <w:lang w:val="de-DE"/>
    </w:rPr>
  </w:style>
  <w:style w:type="character" w:customStyle="1" w:styleId="J-NameZchn">
    <w:name w:val="J-Name Zchn"/>
    <w:basedOn w:val="Absatz-Standardschriftart"/>
    <w:link w:val="J-Name"/>
    <w:rsid w:val="0092553D"/>
    <w:rPr>
      <w:rFonts w:ascii="Times New Roman" w:hAnsi="Times New Roman"/>
      <w:sz w:val="24"/>
      <w:szCs w:val="24"/>
      <w:lang w:eastAsia="en-US"/>
    </w:rPr>
  </w:style>
  <w:style w:type="paragraph" w:customStyle="1" w:styleId="J-Abbildung">
    <w:name w:val="J-Abbildung"/>
    <w:basedOn w:val="Beschriftung"/>
    <w:link w:val="J-AbbildungZchn"/>
    <w:qFormat/>
    <w:rsid w:val="008E733A"/>
    <w:rPr>
      <w:rFonts w:ascii="Times New Roman" w:hAnsi="Times New Roman"/>
    </w:rPr>
  </w:style>
  <w:style w:type="character" w:customStyle="1" w:styleId="J-AffiliationZchn">
    <w:name w:val="J-Affiliation Zchn"/>
    <w:basedOn w:val="Absatz-Standardschriftart"/>
    <w:link w:val="J-Affiliation"/>
    <w:rsid w:val="0092553D"/>
    <w:rPr>
      <w:rFonts w:ascii="Times New Roman" w:hAnsi="Times New Roman"/>
      <w:lang w:eastAsia="en-US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8E733A"/>
    <w:rPr>
      <w:i/>
      <w:iCs/>
      <w:color w:val="000000" w:themeColor="text1"/>
      <w:sz w:val="18"/>
      <w:szCs w:val="18"/>
      <w:lang w:eastAsia="en-US"/>
    </w:rPr>
  </w:style>
  <w:style w:type="character" w:customStyle="1" w:styleId="J-AbbildungZchn">
    <w:name w:val="J-Abbildung Zchn"/>
    <w:basedOn w:val="BeschriftungZchn"/>
    <w:link w:val="J-Abbildung"/>
    <w:rsid w:val="008E733A"/>
    <w:rPr>
      <w:rFonts w:ascii="Times New Roman" w:hAnsi="Times New Roman"/>
      <w:i/>
      <w:iCs/>
      <w:color w:val="000000" w:themeColor="text1"/>
      <w:sz w:val="18"/>
      <w:szCs w:val="18"/>
      <w:lang w:eastAsia="en-US"/>
    </w:rPr>
  </w:style>
  <w:style w:type="paragraph" w:styleId="Listenabsatz">
    <w:name w:val="List Paragraph"/>
    <w:basedOn w:val="Standard"/>
    <w:uiPriority w:val="34"/>
    <w:qFormat/>
    <w:rsid w:val="00E3481B"/>
    <w:pPr>
      <w:ind w:left="720"/>
    </w:pPr>
    <w:rPr>
      <w:rFonts w:ascii="Times New Roman" w:eastAsiaTheme="minorHAnsi" w:hAnsi="Times New Roman"/>
      <w:sz w:val="24"/>
      <w:szCs w:val="24"/>
      <w:lang w:val="de-DE" w:eastAsia="de-DE"/>
    </w:rPr>
  </w:style>
  <w:style w:type="paragraph" w:customStyle="1" w:styleId="Default">
    <w:name w:val="Default"/>
    <w:rsid w:val="00C571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bert.Ketterer@cs.hs-fulda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orbert.Ketterer@cs.hs-fulda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bert.Ketterer@cs.hs-fulda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9027-BD7D-4010-8F92-AEE29012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MSWORD.DOT</Template>
  <TotalTime>0</TotalTime>
  <Pages>2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AKWI</vt:lpstr>
    </vt:vector>
  </TitlesOfParts>
  <Company>SCS Europe bvba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AKWI</dc:title>
  <dc:subject/>
  <dc:creator>AKWI</dc:creator>
  <cp:keywords/>
  <dc:description/>
  <cp:lastModifiedBy>Frank Herrmann</cp:lastModifiedBy>
  <cp:revision>4</cp:revision>
  <cp:lastPrinted>2019-09-09T09:12:00Z</cp:lastPrinted>
  <dcterms:created xsi:type="dcterms:W3CDTF">2019-10-14T10:04:00Z</dcterms:created>
  <dcterms:modified xsi:type="dcterms:W3CDTF">2019-10-14T11:24:00Z</dcterms:modified>
</cp:coreProperties>
</file>